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1CAC1BB0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CC1CA0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CC1CA0">
        <w:rPr>
          <w:b/>
          <w:bCs/>
          <w:sz w:val="20"/>
        </w:rPr>
        <w:t>39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93A7060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9F0D43">
                  <w:rPr>
                    <w:rFonts w:eastAsia="Calibri"/>
                    <w:sz w:val="20"/>
                  </w:rPr>
                  <w:t>16.01.2025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9F0D43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420B85" w:rsidRPr="001611B4" w14:paraId="6E3EC6BB" w14:textId="77777777" w:rsidTr="004854CB">
        <w:tc>
          <w:tcPr>
            <w:tcW w:w="3289" w:type="dxa"/>
          </w:tcPr>
          <w:p w14:paraId="2B1B6F41" w14:textId="3FB92395" w:rsidR="00420B85" w:rsidRPr="00846626" w:rsidRDefault="00CC1CA0" w:rsidP="00420B85">
            <w:pPr>
              <w:rPr>
                <w:sz w:val="20"/>
              </w:rPr>
            </w:pPr>
            <w:r>
              <w:rPr>
                <w:sz w:val="20"/>
              </w:rPr>
              <w:t>JS Forest Latvia SIA</w:t>
            </w:r>
          </w:p>
          <w:p w14:paraId="4FC74FA5" w14:textId="36733F24" w:rsidR="00420B85" w:rsidRPr="001611B4" w:rsidRDefault="00420B85" w:rsidP="00420B85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364BA08C" w14:textId="7D4C79F7" w:rsidR="00420B85" w:rsidRPr="00846626" w:rsidRDefault="00420B85" w:rsidP="00420B85">
            <w:pPr>
              <w:rPr>
                <w:sz w:val="20"/>
              </w:rPr>
            </w:pPr>
            <w:r>
              <w:rPr>
                <w:sz w:val="20"/>
              </w:rPr>
              <w:t xml:space="preserve">Registrikood </w:t>
            </w:r>
            <w:r w:rsidR="00043A53" w:rsidRPr="00043A53">
              <w:rPr>
                <w:sz w:val="20"/>
              </w:rPr>
              <w:t>40203445564</w:t>
            </w:r>
          </w:p>
          <w:p w14:paraId="2C4748F4" w14:textId="7A492269" w:rsidR="00420B85" w:rsidRPr="001611B4" w:rsidRDefault="00043A53" w:rsidP="00420B85">
            <w:pPr>
              <w:rPr>
                <w:bCs/>
                <w:sz w:val="20"/>
              </w:rPr>
            </w:pPr>
            <w:r w:rsidRPr="00043A53">
              <w:rPr>
                <w:sz w:val="20"/>
              </w:rPr>
              <w:t>"</w:t>
            </w:r>
            <w:proofErr w:type="spellStart"/>
            <w:r w:rsidRPr="00043A53">
              <w:rPr>
                <w:sz w:val="20"/>
              </w:rPr>
              <w:t>Mazupe</w:t>
            </w:r>
            <w:proofErr w:type="spellEnd"/>
            <w:r w:rsidRPr="00043A53">
              <w:rPr>
                <w:sz w:val="20"/>
              </w:rPr>
              <w:t xml:space="preserve">", </w:t>
            </w:r>
            <w:proofErr w:type="spellStart"/>
            <w:r w:rsidRPr="00043A53">
              <w:rPr>
                <w:sz w:val="20"/>
              </w:rPr>
              <w:t>Jaunalūksnes</w:t>
            </w:r>
            <w:proofErr w:type="spellEnd"/>
            <w:r w:rsidRPr="00043A53">
              <w:rPr>
                <w:sz w:val="20"/>
              </w:rPr>
              <w:t xml:space="preserve"> </w:t>
            </w:r>
            <w:proofErr w:type="spellStart"/>
            <w:r w:rsidRPr="00043A53">
              <w:rPr>
                <w:sz w:val="20"/>
              </w:rPr>
              <w:t>pag</w:t>
            </w:r>
            <w:proofErr w:type="spellEnd"/>
            <w:r w:rsidRPr="00043A53">
              <w:rPr>
                <w:sz w:val="20"/>
              </w:rPr>
              <w:t xml:space="preserve">., </w:t>
            </w:r>
            <w:proofErr w:type="spellStart"/>
            <w:r w:rsidRPr="00043A53">
              <w:rPr>
                <w:sz w:val="20"/>
              </w:rPr>
              <w:t>Alūksnes</w:t>
            </w:r>
            <w:proofErr w:type="spellEnd"/>
            <w:r w:rsidRPr="00043A53">
              <w:rPr>
                <w:sz w:val="20"/>
              </w:rPr>
              <w:t xml:space="preserve"> nov., LV-4350</w:t>
            </w:r>
          </w:p>
        </w:tc>
        <w:tc>
          <w:tcPr>
            <w:tcW w:w="2771" w:type="dxa"/>
          </w:tcPr>
          <w:p w14:paraId="122CB660" w14:textId="040F373D" w:rsidR="00420B85" w:rsidRPr="00420B85" w:rsidRDefault="00420B85" w:rsidP="00420B85">
            <w:pPr>
              <w:rPr>
                <w:sz w:val="20"/>
              </w:rPr>
            </w:pPr>
            <w:r w:rsidRPr="00420B85">
              <w:rPr>
                <w:sz w:val="20"/>
                <w:lang w:val="en-US"/>
              </w:rPr>
              <w:t xml:space="preserve">Tel. </w:t>
            </w:r>
            <w:r w:rsidRPr="00420B85">
              <w:rPr>
                <w:sz w:val="20"/>
              </w:rPr>
              <w:t>+3725034482</w:t>
            </w:r>
          </w:p>
          <w:p w14:paraId="45C69494" w14:textId="658AA018" w:rsidR="00420B85" w:rsidRPr="001611B4" w:rsidRDefault="00420B85" w:rsidP="00420B85">
            <w:pPr>
              <w:rPr>
                <w:bCs/>
                <w:sz w:val="20"/>
              </w:rPr>
            </w:pPr>
          </w:p>
        </w:tc>
      </w:tr>
      <w:tr w:rsidR="008E3CDE" w:rsidRPr="001611B4" w14:paraId="58FA04AD" w14:textId="77777777" w:rsidTr="004854CB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3CC12A5C" w:rsidR="008E3CDE" w:rsidRPr="00235183" w:rsidRDefault="008E3CDE" w:rsidP="008E3CDE">
            <w:pPr>
              <w:rPr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 w:rsidR="00420B85">
              <w:rPr>
                <w:sz w:val="20"/>
              </w:rPr>
              <w:t>Janno Samm</w:t>
            </w:r>
            <w:r w:rsidR="00420B85"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6A946862" w:rsidR="008E3CDE" w:rsidRPr="00043A53" w:rsidRDefault="00043A53" w:rsidP="008E3CDE">
            <w:pPr>
              <w:rPr>
                <w:sz w:val="20"/>
              </w:rPr>
            </w:pPr>
            <w:hyperlink r:id="rId12" w:history="1">
              <w:r w:rsidRPr="00043A53">
                <w:rPr>
                  <w:rStyle w:val="Hperlink"/>
                  <w:sz w:val="20"/>
                </w:rPr>
                <w:t>jsforestlatvia@gmail.com</w:t>
              </w:r>
            </w:hyperlink>
            <w:r w:rsidRPr="00043A53">
              <w:rPr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7DD3E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04D3E03C" w14:textId="77777777" w:rsidR="00B834E6" w:rsidRPr="000A4A87" w:rsidRDefault="00B834E6" w:rsidP="00B834E6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4E9E880B" w14:textId="2B80953B" w:rsidR="00592EF7" w:rsidRPr="008C44DC" w:rsidRDefault="00592EF7" w:rsidP="00592EF7">
            <w:pPr>
              <w:rPr>
                <w:sz w:val="20"/>
              </w:rPr>
            </w:pPr>
            <w:r w:rsidRPr="008C44DC">
              <w:rPr>
                <w:sz w:val="20"/>
              </w:rPr>
              <w:t>Ostja ostab metsamaterjali ettemaksuga,  tasudes ettemaksu vastavalt Tarnegraafikus sätestatud kogustele ning metsamaterjali hinnale metsamaterjali kuu koguse eest  iga kuu 1 kuupäevaks</w:t>
            </w:r>
            <w:r>
              <w:rPr>
                <w:sz w:val="20"/>
              </w:rPr>
              <w:t xml:space="preserve">. </w:t>
            </w:r>
            <w:r w:rsidRPr="008C44DC">
              <w:rPr>
                <w:sz w:val="20"/>
              </w:rPr>
              <w:t xml:space="preserve"> Juhul kui Ostja soovib Müüjaga kooskõlastades, et Müüja tarniks Tarnegraafikus näidatud kuukogusest korraga rohkem, siis Ostja tasub vastavalt suurema ettemaksu.</w:t>
            </w:r>
            <w:r>
              <w:rPr>
                <w:sz w:val="20"/>
              </w:rPr>
              <w:t xml:space="preserve">  Ettemaks kanda RMK  a/a </w:t>
            </w:r>
            <w:r w:rsidRPr="004063F2">
              <w:rPr>
                <w:rStyle w:val="Pealkiri3Mrk"/>
                <w:rFonts w:ascii="Times New Roman" w:hAnsi="Times New Roman"/>
                <w:sz w:val="20"/>
              </w:rPr>
              <w:t>EE781010402024861004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selgitusse ettemaks ja lepingu number.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3373" w:type="dxa"/>
          </w:tcPr>
          <w:p w14:paraId="6E0816F3" w14:textId="3993F192" w:rsidR="005253F3" w:rsidRPr="001611B4" w:rsidRDefault="00592EF7" w:rsidP="004D483E">
            <w:pPr>
              <w:rPr>
                <w:sz w:val="20"/>
              </w:rPr>
            </w:pPr>
            <w:r>
              <w:rPr>
                <w:sz w:val="20"/>
              </w:rPr>
              <w:t>Vastavalt ettemaksu summale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4E00ACB7" w14:textId="0AEEBE34" w:rsidR="00043A53" w:rsidRPr="00043A53" w:rsidRDefault="00D4333E" w:rsidP="00043A53">
      <w:pPr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043A53" w:rsidRPr="00043A53">
          <w:rPr>
            <w:rStyle w:val="Hperlink"/>
            <w:sz w:val="20"/>
          </w:rPr>
          <w:t>jsforestlatvia@gmail.com</w:t>
        </w:r>
      </w:hyperlink>
      <w:r w:rsidR="00043A53" w:rsidRPr="00043A53">
        <w:rPr>
          <w:sz w:val="20"/>
        </w:rPr>
        <w:t xml:space="preserve"> </w:t>
      </w:r>
    </w:p>
    <w:p w14:paraId="1BF3D4AF" w14:textId="75B1226E" w:rsidR="005253F3" w:rsidRPr="001611B4" w:rsidRDefault="005253F3" w:rsidP="00043A53">
      <w:pPr>
        <w:pStyle w:val="Pealkiri21"/>
        <w:numPr>
          <w:ilvl w:val="0"/>
          <w:numId w:val="0"/>
        </w:numPr>
        <w:ind w:left="576" w:hanging="576"/>
      </w:pPr>
    </w:p>
    <w:p w14:paraId="655B6318" w14:textId="56C1FBB0" w:rsidR="00A9731F" w:rsidRPr="001611B4" w:rsidRDefault="00235183" w:rsidP="00D6350A">
      <w:pPr>
        <w:pStyle w:val="Pealkiri21"/>
        <w:rPr>
          <w:sz w:val="20"/>
        </w:rPr>
      </w:pPr>
      <w:r w:rsidRPr="001611B4">
        <w:rPr>
          <w:sz w:val="20"/>
        </w:rPr>
        <w:lastRenderedPageBreak/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</w:t>
      </w:r>
      <w:r w:rsidR="005253F3" w:rsidRPr="001611B4">
        <w:rPr>
          <w:sz w:val="20"/>
        </w:rPr>
        <w:t>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6E6D5E10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>Leping</w:t>
      </w:r>
      <w:r w:rsidR="00043A53">
        <w:rPr>
          <w:sz w:val="20"/>
        </w:rPr>
        <w:t xml:space="preserve"> 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</w:t>
      </w:r>
      <w:r w:rsidR="00043A53">
        <w:rPr>
          <w:sz w:val="20"/>
        </w:rPr>
        <w:t>05</w:t>
      </w:r>
      <w:r w:rsidR="004D483E">
        <w:rPr>
          <w:sz w:val="20"/>
        </w:rPr>
        <w:t>.202</w:t>
      </w:r>
      <w:r w:rsidR="00043A53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399DEF3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592EF7">
        <w:rPr>
          <w:sz w:val="20"/>
        </w:rPr>
        <w:t>Janno Samm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282A33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BC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85960638">
    <w:abstractNumId w:val="0"/>
  </w:num>
  <w:num w:numId="2" w16cid:durableId="969701351">
    <w:abstractNumId w:val="10"/>
  </w:num>
  <w:num w:numId="3" w16cid:durableId="1356420750">
    <w:abstractNumId w:val="9"/>
  </w:num>
  <w:num w:numId="4" w16cid:durableId="1857190999">
    <w:abstractNumId w:val="14"/>
  </w:num>
  <w:num w:numId="5" w16cid:durableId="1452362981">
    <w:abstractNumId w:val="15"/>
  </w:num>
  <w:num w:numId="6" w16cid:durableId="1196234349">
    <w:abstractNumId w:val="18"/>
  </w:num>
  <w:num w:numId="7" w16cid:durableId="1741363200">
    <w:abstractNumId w:val="20"/>
  </w:num>
  <w:num w:numId="8" w16cid:durableId="223957385">
    <w:abstractNumId w:val="5"/>
  </w:num>
  <w:num w:numId="9" w16cid:durableId="654527340">
    <w:abstractNumId w:val="7"/>
  </w:num>
  <w:num w:numId="10" w16cid:durableId="651257024">
    <w:abstractNumId w:val="1"/>
  </w:num>
  <w:num w:numId="11" w16cid:durableId="1666320691">
    <w:abstractNumId w:val="2"/>
  </w:num>
  <w:num w:numId="12" w16cid:durableId="3240862">
    <w:abstractNumId w:val="12"/>
  </w:num>
  <w:num w:numId="13" w16cid:durableId="349793717">
    <w:abstractNumId w:val="17"/>
  </w:num>
  <w:num w:numId="14" w16cid:durableId="958298547">
    <w:abstractNumId w:val="8"/>
  </w:num>
  <w:num w:numId="15" w16cid:durableId="255939912">
    <w:abstractNumId w:val="4"/>
  </w:num>
  <w:num w:numId="16" w16cid:durableId="503859376">
    <w:abstractNumId w:val="17"/>
  </w:num>
  <w:num w:numId="17" w16cid:durableId="141605472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71474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594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88735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00740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675560">
    <w:abstractNumId w:val="21"/>
  </w:num>
  <w:num w:numId="23" w16cid:durableId="127165161">
    <w:abstractNumId w:val="3"/>
  </w:num>
  <w:num w:numId="24" w16cid:durableId="1051659395">
    <w:abstractNumId w:val="19"/>
  </w:num>
  <w:num w:numId="25" w16cid:durableId="1479763443">
    <w:abstractNumId w:val="6"/>
  </w:num>
  <w:num w:numId="26" w16cid:durableId="1670013585">
    <w:abstractNumId w:val="11"/>
  </w:num>
  <w:num w:numId="27" w16cid:durableId="13795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9751111">
    <w:abstractNumId w:val="13"/>
  </w:num>
  <w:num w:numId="29" w16cid:durableId="176316530">
    <w:abstractNumId w:val="16"/>
  </w:num>
  <w:num w:numId="30" w16cid:durableId="198353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43A53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37FD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07F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0FCF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0D43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E55C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4E6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1CA0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1C4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32EB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3D4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043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jsforestlatv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sforestlatvia@g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  <w:rsid w:val="00FF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6868F-8B69-4913-BADE-EE681398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7</TotalTime>
  <Pages>3</Pages>
  <Words>940</Words>
  <Characters>7329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8253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6</cp:revision>
  <cp:lastPrinted>2011-09-19T08:13:00Z</cp:lastPrinted>
  <dcterms:created xsi:type="dcterms:W3CDTF">2025-01-30T09:08:00Z</dcterms:created>
  <dcterms:modified xsi:type="dcterms:W3CDTF">2025-01-30T09:14:00Z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